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1A7EEAFA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1FC2235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75D1B44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7A2150">
        <w:rPr>
          <w:rFonts w:ascii="Segoe Print" w:hAnsi="Segoe Print"/>
          <w:b/>
          <w:sz w:val="24"/>
        </w:rPr>
        <w:t>18.</w:t>
      </w:r>
      <w:r w:rsidR="00323939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0531D7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1DC038BF" w:rsidR="00ED3DAA" w:rsidRPr="00DF4F76" w:rsidRDefault="0020770D" w:rsidP="001F4226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</w:rPr>
              <w:t>If 6 books cost £19.80, what do 11 books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14ACF4FA" w:rsidR="00ED3DAA" w:rsidRPr="00DF4F76" w:rsidRDefault="0088307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DF4F76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1" locked="0" layoutInCell="1" allowOverlap="1" wp14:anchorId="1E25752D" wp14:editId="08FD6661">
                      <wp:simplePos x="0" y="0"/>
                      <wp:positionH relativeFrom="column">
                        <wp:posOffset>1934453</wp:posOffset>
                      </wp:positionH>
                      <wp:positionV relativeFrom="paragraph">
                        <wp:posOffset>36492</wp:posOffset>
                      </wp:positionV>
                      <wp:extent cx="851025" cy="733642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025" cy="733642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30" name="Triangle 30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104995" y="358492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460921" w14:textId="6917ED47" w:rsidR="0088307B" w:rsidRPr="00A9257B" w:rsidRDefault="00690FA0" w:rsidP="0088307B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25752D" id="Group 5" o:spid="_x0000_s1026" style="position:absolute;margin-left:152.3pt;margin-top:2.85pt;width:67pt;height:57.75pt;z-index:-251463680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">
                      <v:group id="Group 34" o:spid="_x0000_s1027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Triangle 30" o:spid="_x0000_s1028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" filled="f" strokecolor="#243f60 [1604]" strokeweight="2pt"/>
                        <v:line id="Straight Connector 31" o:spid="_x0000_s1029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" strokecolor="#4579b8 [3044]"/>
                        <v:line id="Straight Connector 32" o:spid="_x0000_s1030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" strokecolor="#4579b8 [3044]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5" o:spid="_x0000_s1031" type="#_x0000_t202" style="position:absolute;left:1049;top:3584;width:3078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" filled="f" stroked="f" strokeweight=".5pt">
                        <v:textbox>
                          <w:txbxContent>
                            <w:p w14:paraId="28460921" w14:textId="6917ED47" w:rsidR="0088307B" w:rsidRPr="00A9257B" w:rsidRDefault="00690FA0" w:rsidP="0088307B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690FA0" w:rsidRPr="00DF4F76">
              <w:rPr>
                <w:rFonts w:ascii="Century Gothic" w:hAnsi="Century Gothic" w:cs="Tahoma"/>
              </w:rPr>
              <w:t>A cuboid measuring 3cm by 4cm by 2cm has a mass of 240g.  What is its density</w:t>
            </w:r>
            <w:r w:rsidR="008A4968" w:rsidRPr="00DF4F76">
              <w:rPr>
                <w:rFonts w:ascii="Century Gothic" w:hAnsi="Century Gothic" w:cs="Tahoma"/>
              </w:rPr>
              <w:t>?</w:t>
            </w:r>
          </w:p>
        </w:tc>
      </w:tr>
      <w:tr w:rsidR="00ED3DAA" w:rsidRPr="00B90872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3845EB95" w14:textId="77DD3AA1" w:rsidR="00ED3DAA" w:rsidRPr="00DF4F76" w:rsidRDefault="00CA2538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</w:rPr>
              <w:t xml:space="preserve">The probability of Scholars winning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9</m:t>
                  </m:r>
                </m:den>
              </m:f>
            </m:oMath>
            <w:r w:rsidRPr="00DF4F76">
              <w:rPr>
                <w:rFonts w:ascii="Century Gothic" w:eastAsiaTheme="minorEastAsia" w:hAnsi="Century Gothic" w:cs="Tahoma"/>
              </w:rPr>
              <w:t xml:space="preserve"> and the probability of them drawing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9</m:t>
                  </m:r>
                </m:den>
              </m:f>
            </m:oMath>
            <w:r w:rsidRPr="00DF4F76">
              <w:rPr>
                <w:rFonts w:ascii="Century Gothic" w:eastAsiaTheme="minorEastAsia" w:hAnsi="Century Gothic" w:cs="Tahoma"/>
              </w:rPr>
              <w:t>. What is the probability of them losing?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70C12FFF" w:rsidR="00ED3DAA" w:rsidRPr="00DF4F76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</w:t>
            </w:r>
            <w:r w:rsidR="00690FA0" w:rsidRPr="00DF4F76">
              <w:rPr>
                <w:rFonts w:ascii="Century Gothic" w:hAnsi="Century Gothic" w:cs="Tahoma"/>
                <w:noProof/>
                <w:lang w:eastAsia="en-GB"/>
              </w:rPr>
              <w:t>missing angle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29B52AF9" w:rsidR="00ED3DAA" w:rsidRPr="00DF4F76" w:rsidRDefault="0013489E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263E628F" wp14:editId="4257C218">
                  <wp:extent cx="1745615" cy="831215"/>
                  <wp:effectExtent l="0" t="0" r="6985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6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AA" w:rsidRPr="00B90872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13549964" w14:textId="5A6F5F1A" w:rsidR="00ED3DAA" w:rsidRPr="00DF4F76" w:rsidRDefault="00190C0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DF4F76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DF4F76">
              <w:rPr>
                <w:rFonts w:ascii="Century Gothic" w:hAnsi="Century Gothic" w:cs="Tahoma"/>
              </w:rPr>
              <w:t xml:space="preserve"> </w:t>
            </w:r>
          </w:p>
          <w:p w14:paraId="2F8D3BBD" w14:textId="515CCA7E" w:rsidR="00ED3DAA" w:rsidRPr="00DF4F76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014AE195" w14:textId="4BE4B8E0" w:rsidR="00ED3DAA" w:rsidRPr="00DF4F76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4533B8AA" w:rsidR="00ED3DAA" w:rsidRPr="00DF4F76" w:rsidRDefault="00DF4F76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C4D0A81" wp14:editId="49A87ADF">
                      <wp:simplePos x="0" y="0"/>
                      <wp:positionH relativeFrom="column">
                        <wp:posOffset>2084705</wp:posOffset>
                      </wp:positionH>
                      <wp:positionV relativeFrom="paragraph">
                        <wp:posOffset>391160</wp:posOffset>
                      </wp:positionV>
                      <wp:extent cx="0" cy="746125"/>
                      <wp:effectExtent l="95250" t="38100" r="57150" b="1587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46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7D32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64.15pt;margin-top:30.8pt;width:0;height:58.75pt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" strokecolor="#4579b8 [3044]">
                      <v:stroke endarrow="open"/>
                    </v:shape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A94262E" wp14:editId="6D7C03BE">
                      <wp:simplePos x="0" y="0"/>
                      <wp:positionH relativeFrom="column">
                        <wp:posOffset>2065020</wp:posOffset>
                      </wp:positionH>
                      <wp:positionV relativeFrom="paragraph">
                        <wp:posOffset>1073785</wp:posOffset>
                      </wp:positionV>
                      <wp:extent cx="46990" cy="46990"/>
                      <wp:effectExtent l="12700" t="12700" r="16510" b="1651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49D3AD" id="Oval 6" o:spid="_x0000_s1026" style="position:absolute;margin-left:162.6pt;margin-top:84.55pt;width:3.7pt;height:3.7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" fillcolor="#4f81bd [3204]" strokecolor="#243f60 [1604]" strokeweight="2pt"/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52444A2" wp14:editId="75AAFC6C">
                      <wp:simplePos x="0" y="0"/>
                      <wp:positionH relativeFrom="column">
                        <wp:posOffset>1939547</wp:posOffset>
                      </wp:positionH>
                      <wp:positionV relativeFrom="paragraph">
                        <wp:posOffset>1076312</wp:posOffset>
                      </wp:positionV>
                      <wp:extent cx="483870" cy="49847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E710F9" w14:textId="77777777" w:rsidR="005A5B01" w:rsidRDefault="005A5B01" w:rsidP="005A5B01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2444A2" id="Text Box 2" o:spid="_x0000_s1032" type="#_x0000_t202" style="position:absolute;margin-left:152.7pt;margin-top:84.75pt;width:38.1pt;height:39.2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" filled="f" stroked="f" strokeweight=".5pt">
                      <v:textbox>
                        <w:txbxContent>
                          <w:p w14:paraId="54E710F9" w14:textId="77777777" w:rsidR="005A5B01" w:rsidRDefault="005A5B01" w:rsidP="005A5B01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EEEFDC0" wp14:editId="01318AC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186055</wp:posOffset>
                      </wp:positionV>
                      <wp:extent cx="46990" cy="46990"/>
                      <wp:effectExtent l="12700" t="12700" r="16510" b="1651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A263A7" id="Oval 7" o:spid="_x0000_s1026" style="position:absolute;margin-left:19.1pt;margin-top:14.65pt;width:3.7pt;height:3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" fillcolor="#4f81bd [3204]" strokecolor="#243f60 [1604]" strokeweight="2pt"/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EF2EDF8" wp14:editId="64A4C34F">
                      <wp:simplePos x="0" y="0"/>
                      <wp:positionH relativeFrom="column">
                        <wp:posOffset>132539</wp:posOffset>
                      </wp:positionH>
                      <wp:positionV relativeFrom="paragraph">
                        <wp:posOffset>164087</wp:posOffset>
                      </wp:positionV>
                      <wp:extent cx="483870" cy="4984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830277" w14:textId="77777777" w:rsidR="005A5B01" w:rsidRDefault="005A5B01" w:rsidP="005A5B01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F2EDF8" id="Text Box 3" o:spid="_x0000_s1033" type="#_x0000_t202" style="position:absolute;margin-left:10.45pt;margin-top:12.9pt;width:38.1pt;height:39.2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" filled="f" stroked="f" strokeweight=".5pt">
                      <v:textbox>
                        <w:txbxContent>
                          <w:p w14:paraId="3F830277" w14:textId="77777777" w:rsidR="005A5B01" w:rsidRDefault="005A5B01" w:rsidP="005A5B01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3DAA" w:rsidRPr="00DF4F76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16960" behindDoc="0" locked="0" layoutInCell="1" allowOverlap="1" wp14:anchorId="1B6D59DE" wp14:editId="0C635D3D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BD0B0F7" w14:textId="77777777" w:rsidR="00DF4F76" w:rsidRDefault="00DF4F76" w:rsidP="00C766C9">
      <w:pPr>
        <w:spacing w:after="120"/>
        <w:ind w:firstLine="720"/>
        <w:rPr>
          <w:rFonts w:ascii="Kristen ITC" w:hAnsi="Kristen ITC"/>
          <w:b/>
        </w:rPr>
      </w:pPr>
    </w:p>
    <w:p w14:paraId="0FF5AF7F" w14:textId="77777777" w:rsidR="00DF4F76" w:rsidRDefault="00DF4F76" w:rsidP="00DF4F76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7920" behindDoc="0" locked="0" layoutInCell="1" allowOverlap="1" wp14:anchorId="1AB6B638" wp14:editId="6E79474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92" name="Picture 9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6896" behindDoc="0" locked="0" layoutInCell="1" allowOverlap="1" wp14:anchorId="3DB04CD4" wp14:editId="2F80395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93" name="Picture 9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18.4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5F5A55B1" w14:textId="77777777" w:rsidR="00DF4F76" w:rsidRDefault="00DF4F76" w:rsidP="00DF4F7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DF4F76" w:rsidRPr="00B90872" w14:paraId="3CCDE31D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2796527D" w14:textId="77777777" w:rsidR="00DF4F76" w:rsidRPr="00B90872" w:rsidRDefault="00DF4F7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4CE745D9" w14:textId="77777777" w:rsidR="00DF4F76" w:rsidRPr="00DF4F76" w:rsidRDefault="00DF4F76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</w:rPr>
              <w:t>If 6 books cost £19.80, what do 11 books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5F6F77C3" w14:textId="77777777" w:rsidR="00DF4F76" w:rsidRPr="00DF4F76" w:rsidRDefault="00DF4F7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2525D30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DF4F76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65088" behindDoc="1" locked="0" layoutInCell="1" allowOverlap="1" wp14:anchorId="652537D1" wp14:editId="5FDB2C02">
                      <wp:simplePos x="0" y="0"/>
                      <wp:positionH relativeFrom="column">
                        <wp:posOffset>1934453</wp:posOffset>
                      </wp:positionH>
                      <wp:positionV relativeFrom="paragraph">
                        <wp:posOffset>36492</wp:posOffset>
                      </wp:positionV>
                      <wp:extent cx="851025" cy="733642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81" name="Group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025" cy="733642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82" name="Group 82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83" name="Triangle 83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Straight Connector 84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5" name="Straight Connector 85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104995" y="358492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21EFAA" w14:textId="77777777" w:rsidR="00DF4F76" w:rsidRPr="00A9257B" w:rsidRDefault="00DF4F76" w:rsidP="00DF4F76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2537D1" id="Group 81" o:spid="_x0000_s1034" style="position:absolute;margin-left:152.3pt;margin-top:2.85pt;width:67pt;height:57.75pt;z-index:-251451392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">
                      <v:group id="Group 82" o:spid="_x0000_s1035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">
                        <v:shape id="Triangle 83" o:spid="_x0000_s1036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" filled="f" strokecolor="#243f60 [1604]" strokeweight="2pt"/>
                        <v:line id="Straight Connector 84" o:spid="_x0000_s1037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" strokecolor="#4579b8 [3044]"/>
                        <v:line id="Straight Connector 85" o:spid="_x0000_s1038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" strokecolor="#4579b8 [3044]"/>
                      </v:group>
                      <v:shape id="Text Box 86" o:spid="_x0000_s1039" type="#_x0000_t202" style="position:absolute;left:1049;top:3584;width:3078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" filled="f" stroked="f" strokeweight=".5pt">
                        <v:textbox>
                          <w:txbxContent>
                            <w:p w14:paraId="1021EFAA" w14:textId="77777777" w:rsidR="00DF4F76" w:rsidRPr="00A9257B" w:rsidRDefault="00DF4F76" w:rsidP="00DF4F76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w:t>A cuboid measuring 3cm by 4cm by 2cm has a mass of 240g.  What is its density?</w:t>
            </w:r>
          </w:p>
        </w:tc>
      </w:tr>
      <w:tr w:rsidR="00DF4F76" w:rsidRPr="00B90872" w14:paraId="675611C2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18E9FDC" w14:textId="77777777" w:rsidR="00DF4F76" w:rsidRPr="00B90872" w:rsidRDefault="00DF4F7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179789F9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</w:rPr>
              <w:t xml:space="preserve">The probability of Scholars winning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9</m:t>
                  </m:r>
                </m:den>
              </m:f>
            </m:oMath>
            <w:r w:rsidRPr="00DF4F76">
              <w:rPr>
                <w:rFonts w:ascii="Century Gothic" w:eastAsiaTheme="minorEastAsia" w:hAnsi="Century Gothic" w:cs="Tahoma"/>
              </w:rPr>
              <w:t xml:space="preserve"> and the probability of them drawing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9</m:t>
                  </m:r>
                </m:den>
              </m:f>
            </m:oMath>
            <w:r w:rsidRPr="00DF4F76">
              <w:rPr>
                <w:rFonts w:ascii="Century Gothic" w:eastAsiaTheme="minorEastAsia" w:hAnsi="Century Gothic" w:cs="Tahoma"/>
              </w:rPr>
              <w:t>. What is the probability of them losing?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B94E123" w14:textId="77777777" w:rsidR="00DF4F76" w:rsidRPr="00DF4F76" w:rsidRDefault="00DF4F7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098DC0BA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>Work out the missing angle.</w:t>
            </w:r>
          </w:p>
          <w:p w14:paraId="1E275E36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763435D2" wp14:editId="4C01A51C">
                  <wp:extent cx="1745615" cy="831215"/>
                  <wp:effectExtent l="0" t="0" r="6985" b="6985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6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F76" w:rsidRPr="00B90872" w14:paraId="1B36A723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BF43F01" w14:textId="77777777" w:rsidR="00DF4F76" w:rsidRPr="00B90872" w:rsidRDefault="00DF4F7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1421E90D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DF4F76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DF4F76">
              <w:rPr>
                <w:rFonts w:ascii="Century Gothic" w:hAnsi="Century Gothic" w:cs="Tahoma"/>
              </w:rPr>
              <w:t xml:space="preserve"> </w:t>
            </w:r>
          </w:p>
          <w:p w14:paraId="73F6498C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4A70780B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57BA2552" w14:textId="77777777" w:rsidR="00DF4F76" w:rsidRPr="00DF4F76" w:rsidRDefault="00DF4F7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6280BB2" wp14:editId="79559469">
                      <wp:simplePos x="0" y="0"/>
                      <wp:positionH relativeFrom="column">
                        <wp:posOffset>2084705</wp:posOffset>
                      </wp:positionH>
                      <wp:positionV relativeFrom="paragraph">
                        <wp:posOffset>391160</wp:posOffset>
                      </wp:positionV>
                      <wp:extent cx="0" cy="746125"/>
                      <wp:effectExtent l="95250" t="38100" r="57150" b="15875"/>
                      <wp:wrapNone/>
                      <wp:docPr id="87" name="Straight Arrow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46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9E1946" id="Straight Arrow Connector 87" o:spid="_x0000_s1026" type="#_x0000_t32" style="position:absolute;margin-left:164.15pt;margin-top:30.8pt;width:0;height:58.75pt;flip:y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" strokecolor="#4579b8 [3044]">
                      <v:stroke endarrow="open"/>
                    </v:shape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32B7DF3" wp14:editId="168BAC38">
                      <wp:simplePos x="0" y="0"/>
                      <wp:positionH relativeFrom="column">
                        <wp:posOffset>2065020</wp:posOffset>
                      </wp:positionH>
                      <wp:positionV relativeFrom="paragraph">
                        <wp:posOffset>1073785</wp:posOffset>
                      </wp:positionV>
                      <wp:extent cx="46990" cy="46990"/>
                      <wp:effectExtent l="12700" t="12700" r="16510" b="16510"/>
                      <wp:wrapNone/>
                      <wp:docPr id="88" name="Oval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022652" id="Oval 88" o:spid="_x0000_s1026" style="position:absolute;margin-left:162.6pt;margin-top:84.55pt;width:3.7pt;height:3.7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" fillcolor="#4f81bd [3204]" strokecolor="#243f60 [1604]" strokeweight="2pt"/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075AAB20" wp14:editId="3C63A8BE">
                      <wp:simplePos x="0" y="0"/>
                      <wp:positionH relativeFrom="column">
                        <wp:posOffset>1939547</wp:posOffset>
                      </wp:positionH>
                      <wp:positionV relativeFrom="paragraph">
                        <wp:posOffset>1076312</wp:posOffset>
                      </wp:positionV>
                      <wp:extent cx="483870" cy="498475"/>
                      <wp:effectExtent l="0" t="0" r="0" b="0"/>
                      <wp:wrapNone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F41106" w14:textId="77777777" w:rsidR="00DF4F76" w:rsidRDefault="00DF4F76" w:rsidP="00DF4F76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5AAB20" id="Text Box 89" o:spid="_x0000_s1040" type="#_x0000_t202" style="position:absolute;margin-left:152.7pt;margin-top:84.75pt;width:38.1pt;height:39.2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" filled="f" stroked="f" strokeweight=".5pt">
                      <v:textbox>
                        <w:txbxContent>
                          <w:p w14:paraId="00F41106" w14:textId="77777777" w:rsidR="00DF4F76" w:rsidRDefault="00DF4F76" w:rsidP="00DF4F76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64D4AC0" wp14:editId="6E399DC2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186055</wp:posOffset>
                      </wp:positionV>
                      <wp:extent cx="46990" cy="46990"/>
                      <wp:effectExtent l="12700" t="12700" r="16510" b="16510"/>
                      <wp:wrapNone/>
                      <wp:docPr id="90" name="Oval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5AF8EB" id="Oval 90" o:spid="_x0000_s1026" style="position:absolute;margin-left:19.1pt;margin-top:14.65pt;width:3.7pt;height:3.7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" fillcolor="#4f81bd [3204]" strokecolor="#243f60 [1604]" strokeweight="2pt"/>
                  </w:pict>
                </mc:Fallback>
              </mc:AlternateContent>
            </w:r>
            <w:r w:rsidRPr="00DF4F7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3661EE7" wp14:editId="6FBC4E78">
                      <wp:simplePos x="0" y="0"/>
                      <wp:positionH relativeFrom="column">
                        <wp:posOffset>132539</wp:posOffset>
                      </wp:positionH>
                      <wp:positionV relativeFrom="paragraph">
                        <wp:posOffset>164087</wp:posOffset>
                      </wp:positionV>
                      <wp:extent cx="483870" cy="498475"/>
                      <wp:effectExtent l="0" t="0" r="0" b="0"/>
                      <wp:wrapNone/>
                      <wp:docPr id="91" name="Text Box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3DB280" w14:textId="77777777" w:rsidR="00DF4F76" w:rsidRDefault="00DF4F76" w:rsidP="00DF4F76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661EE7" id="Text Box 91" o:spid="_x0000_s1041" type="#_x0000_t202" style="position:absolute;margin-left:10.45pt;margin-top:12.9pt;width:38.1pt;height:39.2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" filled="f" stroked="f" strokeweight=".5pt">
                      <v:textbox>
                        <w:txbxContent>
                          <w:p w14:paraId="2E3DB280" w14:textId="77777777" w:rsidR="00DF4F76" w:rsidRDefault="00DF4F76" w:rsidP="00DF4F76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4F76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58944" behindDoc="0" locked="0" layoutInCell="1" allowOverlap="1" wp14:anchorId="261B4788" wp14:editId="7F9402A5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B3B872E" w14:textId="17AA5021" w:rsidR="00C766C9" w:rsidRDefault="00C766C9" w:rsidP="00C766C9">
      <w:pPr>
        <w:spacing w:after="120"/>
        <w:ind w:firstLine="720"/>
        <w:rPr>
          <w:rFonts w:ascii="Kristen ITC" w:hAnsi="Kristen ITC"/>
          <w:b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4848" behindDoc="0" locked="0" layoutInCell="1" allowOverlap="1" wp14:anchorId="0AA9FD62" wp14:editId="6AD565A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6" name="Picture 17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sectPr w:rsidR="00C766C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104E"/>
    <w:rsid w:val="000D754C"/>
    <w:rsid w:val="000E18AB"/>
    <w:rsid w:val="000F5E7A"/>
    <w:rsid w:val="000F6BFE"/>
    <w:rsid w:val="000F7964"/>
    <w:rsid w:val="0010697E"/>
    <w:rsid w:val="001274D6"/>
    <w:rsid w:val="001279F5"/>
    <w:rsid w:val="00130352"/>
    <w:rsid w:val="0013489E"/>
    <w:rsid w:val="00134F15"/>
    <w:rsid w:val="00143BE1"/>
    <w:rsid w:val="00150843"/>
    <w:rsid w:val="001548A4"/>
    <w:rsid w:val="001826A9"/>
    <w:rsid w:val="00186A03"/>
    <w:rsid w:val="00187009"/>
    <w:rsid w:val="00190C0B"/>
    <w:rsid w:val="00194026"/>
    <w:rsid w:val="001A1D1C"/>
    <w:rsid w:val="001A6603"/>
    <w:rsid w:val="001A68F7"/>
    <w:rsid w:val="001D484E"/>
    <w:rsid w:val="001E23CA"/>
    <w:rsid w:val="001E511C"/>
    <w:rsid w:val="001F4226"/>
    <w:rsid w:val="0020304D"/>
    <w:rsid w:val="0020770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3939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D792A"/>
    <w:rsid w:val="003E68F7"/>
    <w:rsid w:val="003F51D8"/>
    <w:rsid w:val="004015EA"/>
    <w:rsid w:val="0040790B"/>
    <w:rsid w:val="0041226A"/>
    <w:rsid w:val="00412CDE"/>
    <w:rsid w:val="00436C34"/>
    <w:rsid w:val="00437093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D6B81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E1266"/>
    <w:rsid w:val="005E1C34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90FA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97427"/>
    <w:rsid w:val="007A1E0D"/>
    <w:rsid w:val="007A2150"/>
    <w:rsid w:val="007B4226"/>
    <w:rsid w:val="007D5D58"/>
    <w:rsid w:val="007E2C1A"/>
    <w:rsid w:val="007E5BFC"/>
    <w:rsid w:val="007F06CD"/>
    <w:rsid w:val="007F69F9"/>
    <w:rsid w:val="00812A7E"/>
    <w:rsid w:val="00831D41"/>
    <w:rsid w:val="00832F06"/>
    <w:rsid w:val="00840927"/>
    <w:rsid w:val="00847CB4"/>
    <w:rsid w:val="00857220"/>
    <w:rsid w:val="008612B7"/>
    <w:rsid w:val="00865FF3"/>
    <w:rsid w:val="0087251A"/>
    <w:rsid w:val="00876A8E"/>
    <w:rsid w:val="0088018E"/>
    <w:rsid w:val="0088307B"/>
    <w:rsid w:val="00884433"/>
    <w:rsid w:val="008A4968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E3710"/>
    <w:rsid w:val="00A06D07"/>
    <w:rsid w:val="00A13034"/>
    <w:rsid w:val="00A15BBF"/>
    <w:rsid w:val="00A33953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66C9"/>
    <w:rsid w:val="00C77447"/>
    <w:rsid w:val="00C9225A"/>
    <w:rsid w:val="00C947B8"/>
    <w:rsid w:val="00CA253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DF4F76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54E80"/>
    <w:rsid w:val="00F6389A"/>
    <w:rsid w:val="00F67891"/>
    <w:rsid w:val="00F75B57"/>
    <w:rsid w:val="00F80B7D"/>
    <w:rsid w:val="00F80FAB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2019-05-30T18:42:00Z</dcterms:created>
  <dcterms:modified xsi:type="dcterms:W3CDTF">2019-05-30T18:44:00Z</dcterms:modified>
</cp:coreProperties>
</file>